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461" w:rsidRDefault="006E2461" w:rsidP="00E2303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Прогноз общего  объема доходов </w:t>
      </w:r>
    </w:p>
    <w:p w:rsidR="006E2461" w:rsidRDefault="006E2461" w:rsidP="00E230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бюджета  Пинеровского муниципального образования</w:t>
      </w:r>
    </w:p>
    <w:p w:rsidR="006E2461" w:rsidRDefault="006E2461" w:rsidP="00E23035">
      <w:pPr>
        <w:ind w:left="-180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бюджета на 2022, 2023, 2024 год и ожидаемое исполнение  за 2021г</w:t>
      </w:r>
    </w:p>
    <w:tbl>
      <w:tblPr>
        <w:tblW w:w="10938" w:type="dxa"/>
        <w:tblInd w:w="-1310" w:type="dxa"/>
        <w:tblLook w:val="00A0"/>
      </w:tblPr>
      <w:tblGrid>
        <w:gridCol w:w="709"/>
        <w:gridCol w:w="3686"/>
        <w:gridCol w:w="1843"/>
        <w:gridCol w:w="1701"/>
        <w:gridCol w:w="1559"/>
        <w:gridCol w:w="1440"/>
      </w:tblGrid>
      <w:tr w:rsidR="006E2461" w:rsidRPr="00FC0762" w:rsidTr="002F10E5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2461" w:rsidRPr="00FC0762" w:rsidTr="002F10E5">
        <w:trPr>
          <w:trHeight w:val="3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(тыс. </w:t>
            </w:r>
            <w:r w:rsidRPr="00FC0762">
              <w:rPr>
                <w:b/>
                <w:bCs/>
                <w:sz w:val="26"/>
                <w:szCs w:val="26"/>
              </w:rPr>
              <w:t>руб.)</w:t>
            </w:r>
          </w:p>
        </w:tc>
      </w:tr>
      <w:tr w:rsidR="006E2461" w:rsidRPr="00FC0762" w:rsidTr="002F10E5">
        <w:trPr>
          <w:trHeight w:val="72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Наименование доходного  источника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Ожидаемое исполнение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Прогноз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Прогноз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Прогноз</w:t>
            </w:r>
          </w:p>
        </w:tc>
      </w:tr>
      <w:tr w:rsidR="006E2461" w:rsidRPr="00FC0762" w:rsidTr="002F10E5">
        <w:trPr>
          <w:trHeight w:val="43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461" w:rsidRPr="00FC0762" w:rsidRDefault="006E2461" w:rsidP="002F10E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2021</w:t>
            </w:r>
            <w:r w:rsidRPr="00FC0762">
              <w:rPr>
                <w:b/>
                <w:bCs/>
                <w:sz w:val="26"/>
                <w:szCs w:val="26"/>
              </w:rPr>
              <w:t xml:space="preserve">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2022</w:t>
            </w:r>
            <w:r w:rsidRPr="00FC0762">
              <w:rPr>
                <w:b/>
                <w:bCs/>
                <w:sz w:val="26"/>
                <w:szCs w:val="26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2023</w:t>
            </w:r>
            <w:r w:rsidRPr="00FC0762">
              <w:rPr>
                <w:b/>
                <w:bCs/>
                <w:sz w:val="26"/>
                <w:szCs w:val="26"/>
              </w:rPr>
              <w:t xml:space="preserve"> года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2024</w:t>
            </w:r>
            <w:r w:rsidRPr="00FC0762">
              <w:rPr>
                <w:b/>
                <w:bCs/>
                <w:sz w:val="26"/>
                <w:szCs w:val="26"/>
              </w:rPr>
              <w:t xml:space="preserve"> года</w:t>
            </w:r>
          </w:p>
        </w:tc>
      </w:tr>
      <w:tr w:rsidR="006E2461" w:rsidRPr="00FC0762" w:rsidTr="002F10E5">
        <w:trPr>
          <w:trHeight w:val="6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5C4D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2994,3</w:t>
            </w:r>
          </w:p>
        </w:tc>
      </w:tr>
      <w:tr w:rsidR="006E2461" w:rsidRPr="00FC0762" w:rsidTr="00E23035">
        <w:trPr>
          <w:trHeight w:val="43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 xml:space="preserve">Акцизы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B447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B447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3317,3</w:t>
            </w:r>
          </w:p>
        </w:tc>
      </w:tr>
      <w:tr w:rsidR="006E2461" w:rsidRPr="00FC0762" w:rsidTr="002F10E5">
        <w:trPr>
          <w:trHeight w:val="6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950,0</w:t>
            </w:r>
          </w:p>
        </w:tc>
      </w:tr>
      <w:tr w:rsidR="006E2461" w:rsidRPr="00FC0762" w:rsidTr="002F10E5">
        <w:trPr>
          <w:trHeight w:val="6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530,0</w:t>
            </w:r>
          </w:p>
        </w:tc>
      </w:tr>
      <w:tr w:rsidR="006E2461" w:rsidRPr="00FC0762" w:rsidTr="002F10E5">
        <w:trPr>
          <w:trHeight w:val="6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Земельный налог,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737112" w:rsidRDefault="006E2461" w:rsidP="002F10E5">
            <w:pPr>
              <w:jc w:val="center"/>
              <w:rPr>
                <w:b/>
                <w:bCs/>
                <w:sz w:val="28"/>
                <w:szCs w:val="28"/>
              </w:rPr>
            </w:pPr>
            <w:r w:rsidRPr="00737112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200</w:t>
            </w:r>
            <w:r w:rsidRPr="00737112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737112" w:rsidRDefault="006E2461" w:rsidP="002F10E5">
            <w:pPr>
              <w:jc w:val="center"/>
              <w:rPr>
                <w:b/>
                <w:bCs/>
                <w:sz w:val="28"/>
                <w:szCs w:val="28"/>
              </w:rPr>
            </w:pPr>
            <w:r w:rsidRPr="00737112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737112">
              <w:rPr>
                <w:b/>
                <w:bCs/>
                <w:sz w:val="28"/>
                <w:szCs w:val="28"/>
              </w:rPr>
              <w:t>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737112" w:rsidRDefault="006E2461" w:rsidP="002F10E5">
            <w:pPr>
              <w:jc w:val="center"/>
              <w:rPr>
                <w:b/>
                <w:bCs/>
                <w:sz w:val="28"/>
                <w:szCs w:val="28"/>
              </w:rPr>
            </w:pPr>
            <w:r w:rsidRPr="00737112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737112">
              <w:rPr>
                <w:b/>
                <w:bCs/>
                <w:sz w:val="28"/>
                <w:szCs w:val="28"/>
              </w:rPr>
              <w:t>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737112" w:rsidRDefault="006E2461" w:rsidP="002F10E5">
            <w:pPr>
              <w:jc w:val="center"/>
              <w:rPr>
                <w:b/>
                <w:bCs/>
                <w:sz w:val="28"/>
                <w:szCs w:val="28"/>
              </w:rPr>
            </w:pPr>
            <w:r w:rsidRPr="00737112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737112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6E2461" w:rsidRPr="00FC0762" w:rsidTr="002F10E5">
        <w:trPr>
          <w:trHeight w:val="6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rPr>
                <w:sz w:val="26"/>
                <w:szCs w:val="26"/>
              </w:rPr>
            </w:pPr>
            <w:r w:rsidRPr="00FC0762">
              <w:rPr>
                <w:sz w:val="26"/>
                <w:szCs w:val="26"/>
              </w:rPr>
              <w:t>юридических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1100,0</w:t>
            </w:r>
          </w:p>
        </w:tc>
      </w:tr>
      <w:tr w:rsidR="006E2461" w:rsidRPr="00FC0762" w:rsidTr="00857AF0">
        <w:trPr>
          <w:trHeight w:val="331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rPr>
                <w:sz w:val="26"/>
                <w:szCs w:val="26"/>
              </w:rPr>
            </w:pPr>
            <w:r w:rsidRPr="00FC0762">
              <w:rPr>
                <w:sz w:val="26"/>
                <w:szCs w:val="26"/>
              </w:rPr>
              <w:t>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737112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2100,0</w:t>
            </w:r>
          </w:p>
        </w:tc>
      </w:tr>
      <w:tr w:rsidR="006E2461" w:rsidRPr="00FC0762" w:rsidTr="002F10E5">
        <w:trPr>
          <w:trHeight w:val="42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Госпошлина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E2461" w:rsidRPr="00FC0762" w:rsidTr="002F10E5">
        <w:trPr>
          <w:trHeight w:val="6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Арендная плата за земельные участки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</w:pPr>
            <w: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</w:pPr>
            <w: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</w:pPr>
            <w:r>
              <w:t>55,0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</w:pPr>
            <w:r>
              <w:t>55,0</w:t>
            </w:r>
          </w:p>
        </w:tc>
      </w:tr>
      <w:tr w:rsidR="006E2461" w:rsidRPr="00FC0762" w:rsidTr="002F10E5">
        <w:trPr>
          <w:trHeight w:val="67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 xml:space="preserve">Доходы от сдачи в аренду муниципального имущества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</w:pPr>
            <w:r>
              <w:t>0</w:t>
            </w:r>
          </w:p>
        </w:tc>
      </w:tr>
      <w:tr w:rsidR="006E2461" w:rsidRPr="00FC0762" w:rsidTr="002F10E5">
        <w:trPr>
          <w:trHeight w:val="6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Доходы от продажи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</w:pPr>
            <w:r>
              <w:t>58,7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</w:pPr>
            <w: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</w:pPr>
            <w:r>
              <w:t>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</w:pPr>
            <w:r>
              <w:t>50,0</w:t>
            </w:r>
          </w:p>
        </w:tc>
      </w:tr>
      <w:tr w:rsidR="006E2461" w:rsidRPr="00FC0762" w:rsidTr="002F10E5">
        <w:trPr>
          <w:trHeight w:val="6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Прочие доходы от использования имущества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</w:pPr>
            <w:r>
              <w:t>211,9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</w:pPr>
            <w:r>
              <w:t>109,2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</w:pPr>
            <w:r>
              <w:t>109,2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</w:pPr>
            <w:r>
              <w:t>109,2</w:t>
            </w:r>
          </w:p>
        </w:tc>
      </w:tr>
      <w:tr w:rsidR="006E2461" w:rsidRPr="00FC0762" w:rsidTr="002F10E5">
        <w:trPr>
          <w:trHeight w:val="48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461" w:rsidRPr="00FC0762" w:rsidRDefault="006E2461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rPr>
                <w:b/>
                <w:bCs/>
                <w:sz w:val="28"/>
                <w:szCs w:val="28"/>
              </w:rPr>
            </w:pPr>
            <w:r w:rsidRPr="00FC0762">
              <w:rPr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11720,9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10960,6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11083,2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461" w:rsidRPr="00FC0762" w:rsidRDefault="006E2461" w:rsidP="002F10E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11210,8</w:t>
            </w:r>
          </w:p>
        </w:tc>
      </w:tr>
    </w:tbl>
    <w:p w:rsidR="006E2461" w:rsidRDefault="006E2461" w:rsidP="00E23035">
      <w:pPr>
        <w:ind w:left="-720"/>
        <w:rPr>
          <w:b/>
          <w:sz w:val="28"/>
          <w:szCs w:val="28"/>
        </w:rPr>
      </w:pPr>
    </w:p>
    <w:p w:rsidR="006E2461" w:rsidRPr="00164064" w:rsidRDefault="006E2461" w:rsidP="00D62C1C">
      <w:pPr>
        <w:tabs>
          <w:tab w:val="left" w:pos="5820"/>
        </w:tabs>
        <w:ind w:left="-720"/>
        <w:rPr>
          <w:b/>
          <w:sz w:val="28"/>
          <w:szCs w:val="28"/>
        </w:rPr>
      </w:pPr>
      <w:r w:rsidRPr="00164064">
        <w:rPr>
          <w:b/>
          <w:sz w:val="28"/>
          <w:szCs w:val="28"/>
        </w:rPr>
        <w:t>Безвозмездные поступления:</w:t>
      </w:r>
      <w:r>
        <w:rPr>
          <w:b/>
          <w:sz w:val="28"/>
          <w:szCs w:val="28"/>
        </w:rPr>
        <w:tab/>
      </w:r>
    </w:p>
    <w:p w:rsidR="006E2461" w:rsidRDefault="006E2461" w:rsidP="00E23035">
      <w:pPr>
        <w:ind w:left="-720" w:right="-365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2DBE">
        <w:rPr>
          <w:sz w:val="28"/>
          <w:szCs w:val="28"/>
        </w:rPr>
        <w:t>Субвенци</w:t>
      </w:r>
      <w:r>
        <w:rPr>
          <w:sz w:val="28"/>
          <w:szCs w:val="28"/>
        </w:rPr>
        <w:t xml:space="preserve">и бюджетам городских поселений </w:t>
      </w:r>
      <w:r w:rsidRPr="00902DBE">
        <w:rPr>
          <w:sz w:val="28"/>
          <w:szCs w:val="28"/>
        </w:rPr>
        <w:t>на осуществление первичного воинского учета на территориях, где отсутствуют военные комиссариаты</w:t>
      </w:r>
      <w:r w:rsidRPr="0016406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0,0 тыс.руб.</w:t>
      </w:r>
    </w:p>
    <w:p w:rsidR="006E2461" w:rsidRDefault="006E2461" w:rsidP="00394A4B">
      <w:pPr>
        <w:ind w:left="-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2DBE">
        <w:rPr>
          <w:sz w:val="28"/>
          <w:szCs w:val="28"/>
        </w:rPr>
        <w:t>Дотаци</w:t>
      </w:r>
      <w:r>
        <w:rPr>
          <w:sz w:val="28"/>
          <w:szCs w:val="28"/>
        </w:rPr>
        <w:t>и</w:t>
      </w:r>
      <w:r w:rsidRPr="00902D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бюджетам городских поселений </w:t>
      </w:r>
      <w:r w:rsidRPr="00902DBE">
        <w:rPr>
          <w:sz w:val="28"/>
          <w:szCs w:val="28"/>
        </w:rPr>
        <w:t xml:space="preserve">на выравнивание  бюджетной обеспеченности </w:t>
      </w:r>
      <w:r>
        <w:rPr>
          <w:sz w:val="28"/>
          <w:szCs w:val="28"/>
        </w:rPr>
        <w:t xml:space="preserve"> из бюджетов муниципальных районов</w:t>
      </w:r>
      <w:r>
        <w:rPr>
          <w:b/>
          <w:sz w:val="28"/>
          <w:szCs w:val="28"/>
        </w:rPr>
        <w:t xml:space="preserve"> – 215,5 тыс.руб.</w:t>
      </w:r>
    </w:p>
    <w:p w:rsidR="006E2461" w:rsidRDefault="006E2461" w:rsidP="00E23035">
      <w:pPr>
        <w:ind w:left="-720"/>
        <w:rPr>
          <w:b/>
          <w:sz w:val="28"/>
          <w:szCs w:val="28"/>
        </w:rPr>
      </w:pPr>
      <w:r>
        <w:rPr>
          <w:b/>
          <w:sz w:val="28"/>
          <w:szCs w:val="28"/>
        </w:rPr>
        <w:t>Итого- 11 176,1тыс. руб.</w:t>
      </w:r>
    </w:p>
    <w:p w:rsidR="006E2461" w:rsidRDefault="006E2461" w:rsidP="00E23035">
      <w:pPr>
        <w:ind w:left="-720"/>
        <w:rPr>
          <w:b/>
          <w:sz w:val="28"/>
          <w:szCs w:val="28"/>
        </w:rPr>
      </w:pPr>
    </w:p>
    <w:p w:rsidR="006E2461" w:rsidRDefault="006E2461" w:rsidP="00E23035">
      <w:pPr>
        <w:ind w:left="-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И.о. главы </w:t>
      </w:r>
      <w:r w:rsidRPr="00E23035">
        <w:rPr>
          <w:b/>
          <w:sz w:val="28"/>
          <w:szCs w:val="28"/>
        </w:rPr>
        <w:t>администрации Пинеровского</w:t>
      </w:r>
    </w:p>
    <w:p w:rsidR="006E2461" w:rsidRPr="00E23035" w:rsidRDefault="006E2461" w:rsidP="00E23035">
      <w:pPr>
        <w:ind w:left="-720"/>
        <w:rPr>
          <w:b/>
          <w:sz w:val="28"/>
          <w:szCs w:val="28"/>
        </w:rPr>
      </w:pPr>
      <w:r w:rsidRPr="00E23035">
        <w:rPr>
          <w:b/>
          <w:sz w:val="28"/>
          <w:szCs w:val="28"/>
        </w:rPr>
        <w:t xml:space="preserve">муниципального образования                                       </w:t>
      </w:r>
      <w:r>
        <w:rPr>
          <w:b/>
          <w:sz w:val="28"/>
          <w:szCs w:val="28"/>
        </w:rPr>
        <w:t xml:space="preserve">                    Н.Т. Щербакова</w:t>
      </w:r>
    </w:p>
    <w:sectPr w:rsidR="006E2461" w:rsidRPr="00E23035" w:rsidSect="00721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5BC2"/>
    <w:rsid w:val="00034D8D"/>
    <w:rsid w:val="000C3B3C"/>
    <w:rsid w:val="000F48EC"/>
    <w:rsid w:val="000F4F03"/>
    <w:rsid w:val="001419AF"/>
    <w:rsid w:val="00164064"/>
    <w:rsid w:val="001C1CC8"/>
    <w:rsid w:val="00206760"/>
    <w:rsid w:val="0022076D"/>
    <w:rsid w:val="00233DFA"/>
    <w:rsid w:val="00297B50"/>
    <w:rsid w:val="002B3773"/>
    <w:rsid w:val="002F10E5"/>
    <w:rsid w:val="003043D7"/>
    <w:rsid w:val="003114A6"/>
    <w:rsid w:val="00322E58"/>
    <w:rsid w:val="003427F2"/>
    <w:rsid w:val="00361305"/>
    <w:rsid w:val="00372E26"/>
    <w:rsid w:val="003948A0"/>
    <w:rsid w:val="00394A4B"/>
    <w:rsid w:val="003B229F"/>
    <w:rsid w:val="003B3F1D"/>
    <w:rsid w:val="003D6EE6"/>
    <w:rsid w:val="003E4AEC"/>
    <w:rsid w:val="00402110"/>
    <w:rsid w:val="004026DE"/>
    <w:rsid w:val="00453753"/>
    <w:rsid w:val="00461458"/>
    <w:rsid w:val="004873D1"/>
    <w:rsid w:val="00502F46"/>
    <w:rsid w:val="005052F7"/>
    <w:rsid w:val="005177AE"/>
    <w:rsid w:val="00547B6D"/>
    <w:rsid w:val="0056134F"/>
    <w:rsid w:val="0057071F"/>
    <w:rsid w:val="005A4191"/>
    <w:rsid w:val="005B6AE3"/>
    <w:rsid w:val="005C4D9E"/>
    <w:rsid w:val="005E4F7B"/>
    <w:rsid w:val="00601CDC"/>
    <w:rsid w:val="00626F3D"/>
    <w:rsid w:val="006D769D"/>
    <w:rsid w:val="006E2461"/>
    <w:rsid w:val="00721C51"/>
    <w:rsid w:val="00724A1C"/>
    <w:rsid w:val="00737112"/>
    <w:rsid w:val="00741F79"/>
    <w:rsid w:val="00773AFC"/>
    <w:rsid w:val="007A5916"/>
    <w:rsid w:val="007C027C"/>
    <w:rsid w:val="007F3545"/>
    <w:rsid w:val="00816186"/>
    <w:rsid w:val="00823B89"/>
    <w:rsid w:val="0083710E"/>
    <w:rsid w:val="0085469F"/>
    <w:rsid w:val="00857AF0"/>
    <w:rsid w:val="00883099"/>
    <w:rsid w:val="008961B0"/>
    <w:rsid w:val="008C6A5B"/>
    <w:rsid w:val="008D0746"/>
    <w:rsid w:val="008D5BC2"/>
    <w:rsid w:val="008F2BF0"/>
    <w:rsid w:val="00902DBE"/>
    <w:rsid w:val="0093261D"/>
    <w:rsid w:val="00944510"/>
    <w:rsid w:val="00955005"/>
    <w:rsid w:val="009716BD"/>
    <w:rsid w:val="00977545"/>
    <w:rsid w:val="00990FC4"/>
    <w:rsid w:val="009A1FDC"/>
    <w:rsid w:val="009D26BB"/>
    <w:rsid w:val="009D7C56"/>
    <w:rsid w:val="009E0929"/>
    <w:rsid w:val="00A16030"/>
    <w:rsid w:val="00A24DD0"/>
    <w:rsid w:val="00A27C8C"/>
    <w:rsid w:val="00A5030A"/>
    <w:rsid w:val="00A8740D"/>
    <w:rsid w:val="00A975A9"/>
    <w:rsid w:val="00AA0944"/>
    <w:rsid w:val="00AB2DBE"/>
    <w:rsid w:val="00B27A4D"/>
    <w:rsid w:val="00B447A3"/>
    <w:rsid w:val="00B964F1"/>
    <w:rsid w:val="00BA3F3F"/>
    <w:rsid w:val="00BE72FD"/>
    <w:rsid w:val="00BF358D"/>
    <w:rsid w:val="00BF5FE7"/>
    <w:rsid w:val="00C016FC"/>
    <w:rsid w:val="00C35581"/>
    <w:rsid w:val="00C71960"/>
    <w:rsid w:val="00CB7076"/>
    <w:rsid w:val="00CD6088"/>
    <w:rsid w:val="00CE5145"/>
    <w:rsid w:val="00D00BCB"/>
    <w:rsid w:val="00D375D9"/>
    <w:rsid w:val="00D57A44"/>
    <w:rsid w:val="00D62C1C"/>
    <w:rsid w:val="00DE1D0E"/>
    <w:rsid w:val="00E23035"/>
    <w:rsid w:val="00E70189"/>
    <w:rsid w:val="00E938DB"/>
    <w:rsid w:val="00EB116B"/>
    <w:rsid w:val="00EE5AC4"/>
    <w:rsid w:val="00F2392F"/>
    <w:rsid w:val="00F942D9"/>
    <w:rsid w:val="00FA513D"/>
    <w:rsid w:val="00FB07FA"/>
    <w:rsid w:val="00FB3AF5"/>
    <w:rsid w:val="00FC0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C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D5BC2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</TotalTime>
  <Pages>1</Pages>
  <Words>219</Words>
  <Characters>1254</Characters>
  <Application>Microsoft Office Outlook</Application>
  <DocSecurity>0</DocSecurity>
  <Lines>0</Lines>
  <Paragraphs>0</Paragraphs>
  <ScaleCrop>false</ScaleCrop>
  <Company>АДМ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 общего  объема доходов </dc:title>
  <dc:subject/>
  <dc:creator>КАЛИБРИ</dc:creator>
  <cp:keywords/>
  <dc:description/>
  <cp:lastModifiedBy>Ольга</cp:lastModifiedBy>
  <cp:revision>8</cp:revision>
  <cp:lastPrinted>2021-11-08T10:51:00Z</cp:lastPrinted>
  <dcterms:created xsi:type="dcterms:W3CDTF">2021-10-20T07:12:00Z</dcterms:created>
  <dcterms:modified xsi:type="dcterms:W3CDTF">2021-11-08T11:19:00Z</dcterms:modified>
</cp:coreProperties>
</file>